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88" w:rsidRDefault="00E47F88" w:rsidP="00E47F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47F88" w:rsidRDefault="00E47F88" w:rsidP="002F42FD">
      <w:pPr>
        <w:pStyle w:val="Nadpis1"/>
        <w:rPr>
          <w:rFonts w:ascii="Tahoma" w:hAnsi="Tahoma" w:cs="Tahoma"/>
          <w:sz w:val="24"/>
          <w:szCs w:val="24"/>
        </w:rPr>
      </w:pPr>
    </w:p>
    <w:p w:rsidR="0055252F" w:rsidRDefault="0057738C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57</w:t>
      </w:r>
      <w:r w:rsidR="00946A62">
        <w:rPr>
          <w:rFonts w:ascii="Tahoma" w:hAnsi="Tahoma" w:cs="Tahoma"/>
          <w:sz w:val="24"/>
          <w:szCs w:val="24"/>
        </w:rPr>
        <w:t>/03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3E4E" w:rsidRDefault="00946A62" w:rsidP="00946A6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Dodatek č. 1 ke s</w:t>
      </w:r>
      <w:r w:rsidR="002F42FD">
        <w:rPr>
          <w:rFonts w:ascii="Tahoma" w:hAnsi="Tahoma" w:cs="Tahoma"/>
          <w:b/>
          <w:u w:val="single"/>
        </w:rPr>
        <w:t>mlouv</w:t>
      </w:r>
      <w:r>
        <w:rPr>
          <w:rFonts w:ascii="Tahoma" w:hAnsi="Tahoma" w:cs="Tahoma"/>
          <w:b/>
          <w:u w:val="single"/>
        </w:rPr>
        <w:t>ě</w:t>
      </w:r>
      <w:r w:rsidR="002F42FD">
        <w:rPr>
          <w:rFonts w:ascii="Tahoma" w:hAnsi="Tahoma" w:cs="Tahoma"/>
          <w:b/>
          <w:u w:val="single"/>
        </w:rPr>
        <w:t xml:space="preserve"> o připojení </w:t>
      </w:r>
      <w:r w:rsidR="00693E4E">
        <w:rPr>
          <w:rFonts w:ascii="Tahoma" w:hAnsi="Tahoma" w:cs="Tahoma"/>
          <w:b/>
          <w:u w:val="single"/>
        </w:rPr>
        <w:t xml:space="preserve">elektrické požární signalizace (dále </w:t>
      </w:r>
      <w:r w:rsidR="002F42FD" w:rsidRPr="00693E4E">
        <w:rPr>
          <w:rFonts w:ascii="Tahoma" w:hAnsi="Tahoma" w:cs="Tahoma"/>
          <w:b/>
          <w:u w:val="single"/>
        </w:rPr>
        <w:t>EPS</w:t>
      </w:r>
      <w:r w:rsidR="00693E4E">
        <w:rPr>
          <w:rFonts w:ascii="Tahoma" w:hAnsi="Tahoma" w:cs="Tahoma"/>
          <w:b/>
          <w:u w:val="single"/>
        </w:rPr>
        <w:t>)</w:t>
      </w:r>
      <w:r w:rsidR="002F42FD" w:rsidRPr="00693E4E">
        <w:rPr>
          <w:rFonts w:ascii="Tahoma" w:hAnsi="Tahoma" w:cs="Tahoma"/>
          <w:b/>
          <w:u w:val="single"/>
        </w:rPr>
        <w:t xml:space="preserve"> na </w:t>
      </w:r>
      <w:r w:rsidR="00693E4E">
        <w:rPr>
          <w:rFonts w:ascii="Tahoma" w:hAnsi="Tahoma" w:cs="Tahoma"/>
          <w:b/>
          <w:u w:val="single"/>
        </w:rPr>
        <w:t xml:space="preserve">pult centralizované ochrany (dále </w:t>
      </w:r>
      <w:r w:rsidR="002F42FD" w:rsidRPr="00693E4E">
        <w:rPr>
          <w:rFonts w:ascii="Tahoma" w:hAnsi="Tahoma" w:cs="Tahoma"/>
          <w:b/>
          <w:u w:val="single"/>
        </w:rPr>
        <w:t>PCO</w:t>
      </w:r>
      <w:r w:rsidR="00693E4E">
        <w:rPr>
          <w:rFonts w:ascii="Tahoma" w:hAnsi="Tahoma" w:cs="Tahoma"/>
          <w:b/>
          <w:u w:val="single"/>
        </w:rPr>
        <w:t xml:space="preserve">) </w:t>
      </w:r>
      <w:r w:rsidR="002F42FD" w:rsidRPr="00693E4E">
        <w:rPr>
          <w:rFonts w:ascii="Tahoma" w:hAnsi="Tahoma" w:cs="Tahoma"/>
          <w:b/>
          <w:u w:val="single"/>
        </w:rPr>
        <w:t xml:space="preserve">pomocí </w:t>
      </w:r>
      <w:r w:rsidR="00693E4E">
        <w:rPr>
          <w:rFonts w:ascii="Tahoma" w:hAnsi="Tahoma" w:cs="Tahoma"/>
          <w:b/>
          <w:u w:val="single"/>
        </w:rPr>
        <w:t xml:space="preserve">zařízení dálkového přenosu (dále </w:t>
      </w:r>
      <w:r w:rsidR="002F42FD" w:rsidRPr="00693E4E">
        <w:rPr>
          <w:rFonts w:ascii="Tahoma" w:hAnsi="Tahoma" w:cs="Tahoma"/>
          <w:b/>
          <w:u w:val="single"/>
        </w:rPr>
        <w:t>ZDP</w:t>
      </w:r>
      <w:r w:rsidR="00693E4E">
        <w:rPr>
          <w:rFonts w:ascii="Tahoma" w:hAnsi="Tahoma" w:cs="Tahoma"/>
          <w:b/>
          <w:u w:val="single"/>
        </w:rPr>
        <w:t>) s Hasičským záchranným sborem Jihočeského kraje</w:t>
      </w:r>
      <w:r w:rsidR="006E219F">
        <w:rPr>
          <w:rFonts w:ascii="Tahoma" w:hAnsi="Tahoma" w:cs="Tahoma"/>
          <w:b/>
          <w:u w:val="single"/>
        </w:rPr>
        <w:t xml:space="preserve"> pro objekt </w:t>
      </w:r>
      <w:r w:rsidR="000D171E">
        <w:rPr>
          <w:rFonts w:ascii="Tahoma" w:hAnsi="Tahoma" w:cs="Tahoma"/>
          <w:b/>
          <w:u w:val="single"/>
        </w:rPr>
        <w:t xml:space="preserve">strakonického </w:t>
      </w:r>
    </w:p>
    <w:p w:rsidR="00053C5A" w:rsidRPr="00053C5A" w:rsidRDefault="00693E4E" w:rsidP="000D17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za </w:t>
      </w:r>
      <w:r w:rsidR="00946A62">
        <w:rPr>
          <w:rFonts w:ascii="Tahoma" w:hAnsi="Tahoma" w:cs="Tahoma"/>
          <w:b/>
          <w:u w:val="single"/>
        </w:rPr>
        <w:t>listopad</w:t>
      </w:r>
      <w:r w:rsidR="000D171E">
        <w:rPr>
          <w:rFonts w:ascii="Tahoma" w:hAnsi="Tahoma" w:cs="Tahoma"/>
          <w:b/>
          <w:u w:val="single"/>
        </w:rPr>
        <w:t xml:space="preserve"> 2021 </w:t>
      </w:r>
      <w:r>
        <w:rPr>
          <w:rFonts w:ascii="Tahoma" w:hAnsi="Tahoma" w:cs="Tahoma"/>
          <w:b/>
          <w:u w:val="single"/>
        </w:rPr>
        <w:t>(odbor vnitřních věcí – správní odd.)</w:t>
      </w:r>
      <w:r w:rsidR="007C03F0">
        <w:rPr>
          <w:rFonts w:ascii="Tahoma" w:hAnsi="Tahoma" w:cs="Tahoma"/>
          <w:b/>
          <w:color w:val="FF0000"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46A62">
        <w:rPr>
          <w:rFonts w:ascii="Tahoma" w:hAnsi="Tahoma" w:cs="Tahoma"/>
          <w:sz w:val="20"/>
          <w:szCs w:val="20"/>
        </w:rPr>
        <w:t>20. prosince</w:t>
      </w:r>
      <w:r w:rsidR="00693E4E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3E4E" w:rsidRPr="0029613C" w:rsidRDefault="0029613C" w:rsidP="0029613C">
      <w:pPr>
        <w:pStyle w:val="Nadpis2"/>
      </w:pPr>
      <w:r>
        <w:lastRenderedPageBreak/>
        <w:t xml:space="preserve">1. </w:t>
      </w:r>
      <w:r w:rsidR="00946A62">
        <w:t>Dodatek č. 1 ke s</w:t>
      </w:r>
      <w:r w:rsidR="00693E4E" w:rsidRPr="0029613C">
        <w:t>mlouv</w:t>
      </w:r>
      <w:r w:rsidR="00946A62">
        <w:t>ě</w:t>
      </w:r>
      <w:r w:rsidR="00693E4E" w:rsidRPr="0029613C">
        <w:t xml:space="preserve"> o připojení elektrické požární signalizace (dále EPS) na pult centralizované ochrany (dále PCO) pomocí zařízení dálkového přenosu (dále ZDP) s Hasičským záchranným sborem Jihočeského kraje</w:t>
      </w:r>
      <w:r w:rsidR="006E219F" w:rsidRPr="0029613C">
        <w:t xml:space="preserve"> (dále HZS </w:t>
      </w:r>
      <w:proofErr w:type="spellStart"/>
      <w:r w:rsidR="006E219F" w:rsidRPr="0029613C">
        <w:t>JčK</w:t>
      </w:r>
      <w:proofErr w:type="spellEnd"/>
      <w:r w:rsidR="006E219F" w:rsidRPr="0029613C">
        <w:t xml:space="preserve">) pro objekt </w:t>
      </w:r>
      <w:r w:rsidR="000D171E" w:rsidRPr="0029613C">
        <w:t>strakonického h</w:t>
      </w:r>
      <w:r w:rsidR="006E219F" w:rsidRPr="0029613C">
        <w:t>radu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Pr="00B22272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Souhlasí</w:t>
      </w:r>
    </w:p>
    <w:p w:rsidR="00BF7E67" w:rsidRPr="005E0400" w:rsidRDefault="00B22272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</w:t>
      </w:r>
      <w:proofErr w:type="spellStart"/>
      <w:r w:rsidR="005303CC">
        <w:rPr>
          <w:rFonts w:ascii="Tahoma" w:hAnsi="Tahoma" w:cs="Tahoma"/>
          <w:sz w:val="20"/>
          <w:szCs w:val="20"/>
        </w:rPr>
        <w:t>Dodateku</w:t>
      </w:r>
      <w:proofErr w:type="spellEnd"/>
      <w:r w:rsidR="005303CC">
        <w:rPr>
          <w:rFonts w:ascii="Tahoma" w:hAnsi="Tahoma" w:cs="Tahoma"/>
          <w:sz w:val="20"/>
          <w:szCs w:val="20"/>
        </w:rPr>
        <w:t xml:space="preserve"> č. 1 ke </w:t>
      </w:r>
      <w:r>
        <w:rPr>
          <w:rFonts w:ascii="Tahoma" w:hAnsi="Tahoma" w:cs="Tahoma"/>
          <w:sz w:val="20"/>
          <w:szCs w:val="20"/>
        </w:rPr>
        <w:t>smlouv</w:t>
      </w:r>
      <w:r w:rsidR="005303CC">
        <w:rPr>
          <w:rFonts w:ascii="Tahoma" w:hAnsi="Tahoma" w:cs="Tahoma"/>
          <w:sz w:val="20"/>
          <w:szCs w:val="20"/>
        </w:rPr>
        <w:t>ě</w:t>
      </w:r>
      <w:r>
        <w:rPr>
          <w:rFonts w:ascii="Tahoma" w:hAnsi="Tahoma" w:cs="Tahoma"/>
          <w:sz w:val="20"/>
          <w:szCs w:val="20"/>
        </w:rPr>
        <w:t xml:space="preserve"> o </w:t>
      </w:r>
      <w:r w:rsidR="00CB7D75">
        <w:rPr>
          <w:rFonts w:ascii="Tahoma" w:hAnsi="Tahoma" w:cs="Tahoma"/>
          <w:sz w:val="20"/>
          <w:szCs w:val="20"/>
        </w:rPr>
        <w:t xml:space="preserve">připojení EPS na PCO pomocí ZDP </w:t>
      </w:r>
      <w:r w:rsidR="00B078BB">
        <w:rPr>
          <w:rFonts w:ascii="Tahoma" w:hAnsi="Tahoma" w:cs="Tahoma"/>
          <w:sz w:val="20"/>
          <w:szCs w:val="20"/>
        </w:rPr>
        <w:t>mezi městem Strakonice jako provozovatelem EPS a Hasičským záchranným sborem Jihočeského kraje</w:t>
      </w:r>
      <w:r w:rsidR="004578A3">
        <w:rPr>
          <w:rFonts w:ascii="Tahoma" w:hAnsi="Tahoma" w:cs="Tahoma"/>
          <w:sz w:val="20"/>
          <w:szCs w:val="20"/>
        </w:rPr>
        <w:t>, Pražská 52b, 370 04  České Budějovice, IČ 70882835</w:t>
      </w:r>
      <w:r w:rsidR="005303CC">
        <w:rPr>
          <w:rFonts w:ascii="Tahoma" w:hAnsi="Tahoma" w:cs="Tahoma"/>
          <w:sz w:val="20"/>
          <w:szCs w:val="20"/>
        </w:rPr>
        <w:t>.</w:t>
      </w: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B22272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CB7D75">
        <w:rPr>
          <w:rFonts w:ascii="Tahoma" w:hAnsi="Tahoma" w:cs="Tahoma"/>
          <w:sz w:val="20"/>
          <w:szCs w:val="20"/>
        </w:rPr>
        <w:t>Pověřuje</w:t>
      </w:r>
    </w:p>
    <w:p w:rsidR="00BF7E67" w:rsidRPr="00B22272" w:rsidRDefault="00CB7D75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>starostu</w:t>
      </w:r>
      <w:r w:rsidR="000D171E" w:rsidRPr="00B22272">
        <w:rPr>
          <w:rFonts w:ascii="Tahoma" w:hAnsi="Tahoma" w:cs="Tahoma"/>
          <w:b w:val="0"/>
          <w:sz w:val="20"/>
          <w:szCs w:val="20"/>
          <w:u w:val="none"/>
        </w:rPr>
        <w:t xml:space="preserve"> města 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podpisem </w:t>
      </w:r>
      <w:r w:rsidR="00B22272">
        <w:rPr>
          <w:rFonts w:ascii="Tahoma" w:hAnsi="Tahoma" w:cs="Tahoma"/>
          <w:b w:val="0"/>
          <w:sz w:val="20"/>
          <w:szCs w:val="20"/>
          <w:u w:val="none"/>
        </w:rPr>
        <w:t>předmětné</w:t>
      </w:r>
      <w:r w:rsidR="005303CC">
        <w:rPr>
          <w:rFonts w:ascii="Tahoma" w:hAnsi="Tahoma" w:cs="Tahoma"/>
          <w:b w:val="0"/>
          <w:sz w:val="20"/>
          <w:szCs w:val="20"/>
          <w:u w:val="none"/>
        </w:rPr>
        <w:t>ho Dodatku č. 1 ke</w:t>
      </w:r>
      <w:r w:rsidR="00B22272">
        <w:rPr>
          <w:rFonts w:ascii="Tahoma" w:hAnsi="Tahoma" w:cs="Tahoma"/>
          <w:b w:val="0"/>
          <w:sz w:val="20"/>
          <w:szCs w:val="20"/>
          <w:u w:val="none"/>
        </w:rPr>
        <w:t xml:space="preserve"> smlouv</w:t>
      </w:r>
      <w:r w:rsidR="005303CC">
        <w:rPr>
          <w:rFonts w:ascii="Tahoma" w:hAnsi="Tahoma" w:cs="Tahoma"/>
          <w:b w:val="0"/>
          <w:sz w:val="20"/>
          <w:szCs w:val="20"/>
          <w:u w:val="none"/>
        </w:rPr>
        <w:t>ě</w:t>
      </w:r>
      <w:r w:rsidR="00B22272">
        <w:rPr>
          <w:rFonts w:ascii="Tahoma" w:hAnsi="Tahoma" w:cs="Tahoma"/>
          <w:b w:val="0"/>
          <w:sz w:val="20"/>
          <w:szCs w:val="20"/>
          <w:u w:val="none"/>
        </w:rPr>
        <w:t>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0D171E" w:rsidRPr="000D171E" w:rsidRDefault="005303CC" w:rsidP="0029613C">
      <w:pPr>
        <w:pStyle w:val="Nadpis2"/>
      </w:pPr>
      <w:r>
        <w:t>2</w:t>
      </w:r>
      <w:r w:rsidR="0029613C">
        <w:t xml:space="preserve">. </w:t>
      </w:r>
      <w:r w:rsidR="000D171E" w:rsidRPr="000D171E">
        <w:t xml:space="preserve">Objednávky za </w:t>
      </w:r>
      <w:r>
        <w:t>listopad</w:t>
      </w:r>
      <w:r w:rsidR="000D171E" w:rsidRPr="000D171E">
        <w:t xml:space="preserve"> </w:t>
      </w:r>
      <w:r w:rsidR="000D171E">
        <w:t xml:space="preserve">2021 </w:t>
      </w:r>
      <w:r w:rsidR="000D171E" w:rsidRPr="000D171E">
        <w:t xml:space="preserve">(odbor vnitřních věcí – správní odd.) </w:t>
      </w:r>
    </w:p>
    <w:p w:rsidR="000D171E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AF4C7B" w:rsidRPr="005E0400" w:rsidRDefault="00AF4C7B" w:rsidP="00AF4C7B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F4C7B" w:rsidRPr="005E0400" w:rsidRDefault="00AF4C7B" w:rsidP="00AF4C7B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AF4C7B" w:rsidRPr="005E0400" w:rsidRDefault="00AF4C7B" w:rsidP="00AF4C7B">
      <w:pPr>
        <w:jc w:val="both"/>
        <w:rPr>
          <w:rFonts w:ascii="Tahoma" w:hAnsi="Tahoma" w:cs="Tahoma"/>
          <w:sz w:val="20"/>
          <w:szCs w:val="20"/>
        </w:rPr>
      </w:pPr>
    </w:p>
    <w:p w:rsidR="00AF4C7B" w:rsidRPr="00AF4C7B" w:rsidRDefault="00AF4C7B" w:rsidP="00AF4C7B">
      <w:pPr>
        <w:pStyle w:val="Nadpis3"/>
        <w:rPr>
          <w:rFonts w:ascii="Tahoma" w:hAnsi="Tahoma" w:cs="Tahoma"/>
          <w:sz w:val="20"/>
          <w:szCs w:val="20"/>
        </w:rPr>
      </w:pPr>
      <w:r w:rsidRPr="00B22272">
        <w:rPr>
          <w:rFonts w:ascii="Tahoma" w:hAnsi="Tahoma" w:cs="Tahoma"/>
          <w:bCs w:val="0"/>
          <w:sz w:val="20"/>
          <w:szCs w:val="20"/>
        </w:rPr>
        <w:t>I.</w:t>
      </w:r>
      <w:r w:rsidRPr="00B2227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Bere na vědomí</w:t>
      </w:r>
    </w:p>
    <w:p w:rsidR="00AF4C7B" w:rsidRDefault="00AF4C7B" w:rsidP="00AF4C7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6F760B">
        <w:rPr>
          <w:rFonts w:ascii="Tahoma" w:hAnsi="Tahoma" w:cs="Tahoma"/>
          <w:sz w:val="20"/>
          <w:szCs w:val="20"/>
        </w:rPr>
        <w:t>řehled objednáve</w:t>
      </w:r>
      <w:r>
        <w:rPr>
          <w:rFonts w:ascii="Tahoma" w:hAnsi="Tahoma" w:cs="Tahoma"/>
          <w:sz w:val="20"/>
          <w:szCs w:val="20"/>
        </w:rPr>
        <w:t xml:space="preserve">k odboru vnitřních věcí v období od </w:t>
      </w:r>
      <w:proofErr w:type="gramStart"/>
      <w:r>
        <w:rPr>
          <w:rFonts w:ascii="Tahoma" w:hAnsi="Tahoma" w:cs="Tahoma"/>
          <w:sz w:val="20"/>
          <w:szCs w:val="20"/>
        </w:rPr>
        <w:t>01.</w:t>
      </w:r>
      <w:r w:rsidR="006D281D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0.</w:t>
      </w:r>
      <w:r w:rsidR="006D281D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21</w:t>
      </w: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</w:p>
    <w:sectPr w:rsidR="003850CD" w:rsidRPr="005E0400" w:rsidSect="006D2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53C5A"/>
    <w:rsid w:val="00077160"/>
    <w:rsid w:val="000C328E"/>
    <w:rsid w:val="000D171E"/>
    <w:rsid w:val="00154644"/>
    <w:rsid w:val="00197946"/>
    <w:rsid w:val="001D1C66"/>
    <w:rsid w:val="0029613C"/>
    <w:rsid w:val="002F42FD"/>
    <w:rsid w:val="002F4630"/>
    <w:rsid w:val="003850CD"/>
    <w:rsid w:val="003C78C2"/>
    <w:rsid w:val="003D7520"/>
    <w:rsid w:val="004578A3"/>
    <w:rsid w:val="004B6B62"/>
    <w:rsid w:val="00523734"/>
    <w:rsid w:val="005303CC"/>
    <w:rsid w:val="0055252F"/>
    <w:rsid w:val="0057738C"/>
    <w:rsid w:val="005B73DA"/>
    <w:rsid w:val="005E0400"/>
    <w:rsid w:val="00693E4E"/>
    <w:rsid w:val="006D281D"/>
    <w:rsid w:val="006E219F"/>
    <w:rsid w:val="00731CBE"/>
    <w:rsid w:val="00732C4F"/>
    <w:rsid w:val="007C03F0"/>
    <w:rsid w:val="00803A34"/>
    <w:rsid w:val="00895C6D"/>
    <w:rsid w:val="008D4CAA"/>
    <w:rsid w:val="008E6A45"/>
    <w:rsid w:val="008F7E0D"/>
    <w:rsid w:val="00946A62"/>
    <w:rsid w:val="009B09AA"/>
    <w:rsid w:val="009E26DB"/>
    <w:rsid w:val="009E4B8C"/>
    <w:rsid w:val="00A432F0"/>
    <w:rsid w:val="00AF4C7B"/>
    <w:rsid w:val="00B078BB"/>
    <w:rsid w:val="00B21534"/>
    <w:rsid w:val="00B22272"/>
    <w:rsid w:val="00B8367F"/>
    <w:rsid w:val="00BB4CA1"/>
    <w:rsid w:val="00BF7E67"/>
    <w:rsid w:val="00C26B88"/>
    <w:rsid w:val="00CB7D75"/>
    <w:rsid w:val="00D0067D"/>
    <w:rsid w:val="00E158A8"/>
    <w:rsid w:val="00E47F88"/>
    <w:rsid w:val="00E64084"/>
    <w:rsid w:val="00EB4486"/>
    <w:rsid w:val="00F14570"/>
    <w:rsid w:val="00FA05A4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FDDE9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1226B-2D79-4EB8-B13F-D8F4268A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</TotalTime>
  <Pages>2</Pages>
  <Words>213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4</cp:revision>
  <cp:lastPrinted>2021-05-03T06:14:00Z</cp:lastPrinted>
  <dcterms:created xsi:type="dcterms:W3CDTF">2021-12-07T10:09:00Z</dcterms:created>
  <dcterms:modified xsi:type="dcterms:W3CDTF">2021-12-15T15:28:00Z</dcterms:modified>
</cp:coreProperties>
</file>